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D593A" w14:textId="77777777"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14:paraId="3094DC77"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59DA8544"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2F3758D9" w14:textId="77777777"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14:paraId="795839D2" w14:textId="77777777"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14:paraId="48AF27F2" w14:textId="77777777" w:rsidR="003E7F1E" w:rsidRPr="00AF13BA" w:rsidRDefault="0070662D" w:rsidP="003E7F1E">
      <w:pPr>
        <w:spacing w:line="276" w:lineRule="auto"/>
        <w:rPr>
          <w:rFonts w:ascii="RB Rational Neue SemiBold" w:hAnsi="RB Rational Neue SemiBold" w:cs="Open Sans"/>
          <w:b/>
          <w:bCs/>
          <w:color w:val="000000" w:themeColor="text1"/>
          <w:sz w:val="24"/>
          <w:szCs w:val="24"/>
        </w:rPr>
      </w:pPr>
      <w:r w:rsidRPr="00AF13BA">
        <w:rPr>
          <w:rFonts w:ascii="RB Rational Neue SemiBold" w:hAnsi="RB Rational Neue SemiBold" w:cs="Open Sans"/>
          <w:b/>
          <w:bCs/>
          <w:color w:val="000000" w:themeColor="text1"/>
          <w:sz w:val="24"/>
          <w:szCs w:val="24"/>
        </w:rPr>
        <w:t>Biografie</w:t>
      </w:r>
    </w:p>
    <w:p w14:paraId="7E34C9F2" w14:textId="58A40B6D" w:rsidR="00D131BD" w:rsidRPr="00AF13BA" w:rsidRDefault="00D131BD" w:rsidP="00AF13BA">
      <w:pPr>
        <w:tabs>
          <w:tab w:val="left" w:pos="3969"/>
          <w:tab w:val="left" w:pos="4536"/>
        </w:tabs>
        <w:spacing w:line="276" w:lineRule="auto"/>
        <w:rPr>
          <w:rFonts w:ascii="RB Vitruv Display" w:hAnsi="RB Vitruv Display" w:cs="Open Sans"/>
          <w:color w:val="000000" w:themeColor="text1"/>
          <w:sz w:val="28"/>
          <w:szCs w:val="28"/>
        </w:rPr>
      </w:pPr>
      <w:r w:rsidRPr="00AF13BA">
        <w:rPr>
          <w:rFonts w:ascii="RB Vitruv Display" w:hAnsi="RB Vitruv Display" w:cs="Open Sans"/>
          <w:b/>
          <w:bCs/>
          <w:color w:val="000000" w:themeColor="text1"/>
          <w:sz w:val="48"/>
          <w:szCs w:val="48"/>
        </w:rPr>
        <w:t>New York Polyphony</w:t>
      </w:r>
      <w:r w:rsidR="001E06D8" w:rsidRPr="00AF13BA">
        <w:rPr>
          <w:rFonts w:ascii="RB Rational Neue Light" w:hAnsi="RB Rational Neue Light" w:cs="Open Sans"/>
          <w:color w:val="000000" w:themeColor="text1"/>
          <w:sz w:val="18"/>
          <w:szCs w:val="18"/>
        </w:rPr>
        <w:br/>
      </w:r>
    </w:p>
    <w:p w14:paraId="4A344A77"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 xml:space="preserve">Von der Kritik für ihren „reichen, natürlichen Klang, der größer und komplexer ist als die Gesamtzahl der Stimmen“ (National Public Radio) und als „Sänger mit hervorragender Musikalität und stimmlicher Anziehungskraft“ (The New Yorker) gerühmt, gilt New York Polyphony als eines der bedeutendsten Vokal-Kammermusikensembles der Gegenwart. </w:t>
      </w:r>
      <w:r w:rsidRPr="00CA09D1">
        <w:rPr>
          <w:rFonts w:ascii="RB Rational Neue Light" w:hAnsi="RB Rational Neue Light" w:cs="Open Sans"/>
          <w:color w:val="000000" w:themeColor="text1"/>
          <w:sz w:val="18"/>
          <w:szCs w:val="18"/>
        </w:rPr>
        <w:t>Die innovativen Programme reichen von gregorianischen Gesängen bis hin zu zeitgenössischen Auftragswerken, und die Konzentration auf seltene und wiederentdeckte Werke des 12. bis 17. Jahrhunderts hat New York Polyphony nicht nur große Anerkennung eingebracht, sondern auch dazu beigetragen, die Alte Musik einem breiteren Publikum nahezubringen.</w:t>
      </w:r>
    </w:p>
    <w:p w14:paraId="53199351"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 </w:t>
      </w:r>
    </w:p>
    <w:p w14:paraId="17356D55" w14:textId="77777777" w:rsidR="00CA09D1"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Die wachsende Diskografie des 2006 gegründeten Ensembles umfasst bisher zwei GRAMMY-nominierte Alben (</w:t>
      </w:r>
      <w:r w:rsidRPr="003B26A7">
        <w:rPr>
          <w:rFonts w:ascii="RB Rational Neue Light" w:hAnsi="RB Rational Neue Light"/>
          <w:i/>
          <w:iCs/>
          <w:sz w:val="18"/>
          <w:szCs w:val="18"/>
        </w:rPr>
        <w:t xml:space="preserve">Sing thee Nowell </w:t>
      </w:r>
      <w:r w:rsidRPr="00CA09D1">
        <w:rPr>
          <w:rFonts w:ascii="RB Rational Neue Light" w:hAnsi="RB Rational Neue Light" w:cs="Open Sans"/>
          <w:color w:val="000000" w:themeColor="text1"/>
          <w:sz w:val="18"/>
          <w:szCs w:val="18"/>
        </w:rPr>
        <w:t xml:space="preserve">und </w:t>
      </w:r>
      <w:r w:rsidRPr="003B26A7">
        <w:rPr>
          <w:rFonts w:ascii="RB Rational Neue Light" w:hAnsi="RB Rational Neue Light"/>
          <w:i/>
          <w:iCs/>
          <w:sz w:val="18"/>
          <w:szCs w:val="18"/>
        </w:rPr>
        <w:t>Times go by Turns</w:t>
      </w:r>
      <w:r w:rsidRPr="00CA09D1">
        <w:rPr>
          <w:rFonts w:ascii="RB Rational Neue Light" w:hAnsi="RB Rational Neue Light" w:cs="Open Sans"/>
          <w:color w:val="000000" w:themeColor="text1"/>
          <w:sz w:val="18"/>
          <w:szCs w:val="18"/>
        </w:rPr>
        <w:t xml:space="preserve">) – und viele weitere Veröffentlichungen standen auf den Bestenlisten von The New Yorker, Gramophone und The New York Times. </w:t>
      </w:r>
      <w:r w:rsidR="00CA09D1" w:rsidRPr="00AF07B8">
        <w:rPr>
          <w:rFonts w:ascii="RB Rational Neue Light" w:hAnsi="RB Rational Neue Light" w:cs="Open Sans"/>
          <w:color w:val="000000" w:themeColor="text1"/>
          <w:sz w:val="18"/>
          <w:szCs w:val="18"/>
        </w:rPr>
        <w:t xml:space="preserve">Zu den jüngsten Projekten zählt Sky of my Heart (2025/BIS), </w:t>
      </w:r>
      <w:r w:rsidR="003B26A7">
        <w:rPr>
          <w:rFonts w:ascii="RB Rational Neue Light" w:hAnsi="RB Rational Neue Light" w:cs="Open Sans"/>
          <w:color w:val="000000" w:themeColor="text1"/>
          <w:sz w:val="18"/>
          <w:szCs w:val="18"/>
        </w:rPr>
        <w:t>welches</w:t>
      </w:r>
      <w:r w:rsidR="00CA09D1" w:rsidRPr="00AF07B8">
        <w:rPr>
          <w:rFonts w:ascii="RB Rational Neue Light" w:hAnsi="RB Rational Neue Light" w:cs="Open Sans"/>
          <w:color w:val="000000" w:themeColor="text1"/>
          <w:sz w:val="18"/>
          <w:szCs w:val="18"/>
        </w:rPr>
        <w:t xml:space="preserve"> Auftragskompositionen und Kollaborationen mit geschätzten Werken des Repertoires Alter Musik verbindet. Die Auswahl reicht von Byrd und Gibbons bis hin zu Kompositionen des 20. und 21. Jahrhunderts von Ivan Moody, John Tavener, Becky McGlade, Akemi Naito, Paul Moravec, Andrew Smith und Nico Muhly.</w:t>
      </w:r>
    </w:p>
    <w:p w14:paraId="77B026B9" w14:textId="77777777" w:rsidR="00D131BD"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Das BBC Music Magazine lobte </w:t>
      </w:r>
      <w:r w:rsidRPr="003B26A7">
        <w:rPr>
          <w:rFonts w:ascii="RB Rational Neue Light" w:hAnsi="RB Rational Neue Light"/>
          <w:i/>
          <w:iCs/>
          <w:sz w:val="18"/>
          <w:szCs w:val="18"/>
        </w:rPr>
        <w:t>And the sun darkened</w:t>
      </w:r>
      <w:r w:rsidRPr="003B26A7">
        <w:rPr>
          <w:rFonts w:ascii="RB Rational Neue Light" w:hAnsi="RB Rational Neue Light" w:cs="Open Sans"/>
          <w:color w:val="000000" w:themeColor="text1"/>
          <w:sz w:val="16"/>
          <w:szCs w:val="16"/>
        </w:rPr>
        <w:t xml:space="preserve"> </w:t>
      </w:r>
      <w:r w:rsidRPr="00D131BD">
        <w:rPr>
          <w:rFonts w:ascii="RB Rational Neue Light" w:hAnsi="RB Rational Neue Light" w:cs="Open Sans"/>
          <w:color w:val="000000" w:themeColor="text1"/>
          <w:sz w:val="18"/>
          <w:szCs w:val="18"/>
        </w:rPr>
        <w:t xml:space="preserve">(2021/BIS) als „fantasievoll programmiert“ und Klassik Heute attestierte New York Polyphony einen „makellos reinen Klang, der dem Zuhörer staunende Bewunderung abnötigt.“ Das Album </w:t>
      </w:r>
      <w:r w:rsidRPr="003B26A7">
        <w:rPr>
          <w:rFonts w:ascii="RB Rational Neue Light" w:hAnsi="RB Rational Neue Light"/>
          <w:i/>
          <w:iCs/>
          <w:sz w:val="18"/>
          <w:szCs w:val="18"/>
        </w:rPr>
        <w:t>Lamentationes</w:t>
      </w:r>
      <w:r w:rsidRPr="003B26A7">
        <w:rPr>
          <w:rFonts w:ascii="RB Rational Neue Light" w:hAnsi="RB Rational Neue Light" w:cs="Open Sans"/>
          <w:color w:val="000000" w:themeColor="text1"/>
          <w:sz w:val="16"/>
          <w:szCs w:val="16"/>
        </w:rPr>
        <w:t xml:space="preserve"> </w:t>
      </w:r>
      <w:r w:rsidRPr="00D131BD">
        <w:rPr>
          <w:rFonts w:ascii="RB Rational Neue Light" w:hAnsi="RB Rational Neue Light" w:cs="Open Sans"/>
          <w:color w:val="000000" w:themeColor="text1"/>
          <w:sz w:val="18"/>
          <w:szCs w:val="18"/>
        </w:rPr>
        <w:t xml:space="preserve">(2019/BIS) war Finalist bei den Gramophone Awards 2020 und wurde von Classics Today als „perfekter Ensemblegesang, ideal aufgenommen“ empfohlen. Es enthält Francisco de Peñalosas „Lamentationes Jeremiae Feria V”, die als Teil von </w:t>
      </w:r>
      <w:r w:rsidRPr="003B26A7">
        <w:rPr>
          <w:rFonts w:ascii="RB Rational Neue Light" w:hAnsi="RB Rational Neue Light"/>
          <w:i/>
          <w:iCs/>
          <w:sz w:val="18"/>
          <w:szCs w:val="18"/>
        </w:rPr>
        <w:t>Aleph Earth</w:t>
      </w:r>
      <w:r w:rsidRPr="003B26A7">
        <w:rPr>
          <w:rFonts w:ascii="RB Rational Neue Light" w:hAnsi="RB Rational Neue Light" w:cs="Open Sans"/>
          <w:color w:val="000000" w:themeColor="text1"/>
          <w:sz w:val="16"/>
          <w:szCs w:val="16"/>
        </w:rPr>
        <w:t xml:space="preserve"> </w:t>
      </w:r>
      <w:r w:rsidRPr="00D131BD">
        <w:rPr>
          <w:rFonts w:ascii="RB Rational Neue Light" w:hAnsi="RB Rational Neue Light" w:cs="Open Sans"/>
          <w:color w:val="000000" w:themeColor="text1"/>
          <w:sz w:val="18"/>
          <w:szCs w:val="18"/>
        </w:rPr>
        <w:t>verwendet wurden, einem bahnbrechenden audiovisuellen Werk, das in Zusammenarbeit mit der Artificial Intelligence Creative Practice Research Group der University of Oregon entwickelt wurde.</w:t>
      </w:r>
    </w:p>
    <w:p w14:paraId="3BCA8709" w14:textId="77777777" w:rsidR="00CA09D1" w:rsidRDefault="00CA09D1" w:rsidP="00D131BD">
      <w:pPr>
        <w:tabs>
          <w:tab w:val="left" w:pos="3047"/>
        </w:tabs>
        <w:spacing w:line="276" w:lineRule="auto"/>
        <w:rPr>
          <w:rFonts w:ascii="RB Rational Neue Light" w:hAnsi="RB Rational Neue Light" w:cs="Open Sans"/>
          <w:color w:val="000000" w:themeColor="text1"/>
          <w:sz w:val="18"/>
          <w:szCs w:val="18"/>
        </w:rPr>
      </w:pPr>
    </w:p>
    <w:p w14:paraId="63AB399C" w14:textId="77777777" w:rsidR="00CA09D1" w:rsidRPr="00D131BD" w:rsidRDefault="00CA09D1" w:rsidP="00D131BD">
      <w:pPr>
        <w:tabs>
          <w:tab w:val="left" w:pos="3047"/>
        </w:tabs>
        <w:spacing w:line="276" w:lineRule="auto"/>
        <w:rPr>
          <w:rFonts w:ascii="RB Rational Neue Light" w:hAnsi="RB Rational Neue Light" w:cs="Open Sans"/>
          <w:color w:val="000000" w:themeColor="text1"/>
          <w:sz w:val="18"/>
          <w:szCs w:val="18"/>
        </w:rPr>
      </w:pPr>
      <w:r w:rsidRPr="00AF07B8">
        <w:rPr>
          <w:rFonts w:ascii="RB Rational Neue Light" w:hAnsi="RB Rational Neue Light" w:cs="Open Sans"/>
          <w:color w:val="000000" w:themeColor="text1"/>
          <w:sz w:val="18"/>
          <w:szCs w:val="18"/>
        </w:rPr>
        <w:t xml:space="preserve">Weitere wegweisende Projekte umfassen </w:t>
      </w:r>
      <w:r w:rsidRPr="003B26A7">
        <w:rPr>
          <w:rFonts w:ascii="RB Rational Neue Light" w:hAnsi="RB Rational Neue Light" w:cs="Open Sans"/>
          <w:i/>
          <w:iCs/>
          <w:color w:val="000000" w:themeColor="text1"/>
          <w:sz w:val="18"/>
          <w:szCs w:val="18"/>
        </w:rPr>
        <w:t>Missa Charles Darwin</w:t>
      </w:r>
      <w:r w:rsidRPr="00AF07B8">
        <w:rPr>
          <w:rFonts w:ascii="RB Rational Neue Light" w:hAnsi="RB Rational Neue Light" w:cs="Open Sans"/>
          <w:color w:val="000000" w:themeColor="text1"/>
          <w:sz w:val="18"/>
          <w:szCs w:val="18"/>
        </w:rPr>
        <w:t xml:space="preserve"> (2017/Navona Records), eine außergewöhnliche Vertonung der Schriften Charles Darwins durch Gregory W. Brown, die das Ensemble zweimal im Berliner Museum für Naturkunde unter dem größten montierten Dinosaurierskelett der Welt aufgeführt hat. </w:t>
      </w:r>
      <w:r w:rsidRPr="003B26A7">
        <w:rPr>
          <w:rFonts w:ascii="RB Rational Neue Light" w:hAnsi="RB Rational Neue Light" w:cs="Open Sans"/>
          <w:i/>
          <w:iCs/>
          <w:color w:val="000000" w:themeColor="text1"/>
          <w:sz w:val="18"/>
          <w:szCs w:val="18"/>
        </w:rPr>
        <w:t>Roma Æterna</w:t>
      </w:r>
      <w:r w:rsidRPr="00AF07B8">
        <w:rPr>
          <w:rFonts w:ascii="RB Rational Neue Light" w:hAnsi="RB Rational Neue Light" w:cs="Open Sans"/>
          <w:color w:val="000000" w:themeColor="text1"/>
          <w:sz w:val="18"/>
          <w:szCs w:val="18"/>
        </w:rPr>
        <w:t xml:space="preserve"> (2016/BIS) debütierte auf Platz 4 der Billboard Classical Charts, wurde vom San Francisco Chronicle als „resplendent and elegant“ gewürdigt, und die darauf enthaltene </w:t>
      </w:r>
      <w:r w:rsidRPr="003B26A7">
        <w:rPr>
          <w:rFonts w:ascii="RB Rational Neue Light" w:hAnsi="RB Rational Neue Light" w:cs="Open Sans"/>
          <w:i/>
          <w:iCs/>
          <w:color w:val="000000" w:themeColor="text1"/>
          <w:sz w:val="18"/>
          <w:szCs w:val="18"/>
        </w:rPr>
        <w:t>Missa Papae Marcelli</w:t>
      </w:r>
      <w:r w:rsidRPr="00AF07B8">
        <w:rPr>
          <w:rFonts w:ascii="RB Rational Neue Light" w:hAnsi="RB Rational Neue Light" w:cs="Open Sans"/>
          <w:color w:val="000000" w:themeColor="text1"/>
          <w:sz w:val="18"/>
          <w:szCs w:val="18"/>
        </w:rPr>
        <w:t xml:space="preserve"> wurde in der Juli-2025-Ausgabe von Gramophone als beste Solo-Ensemble-Aufnahme im „Guide to the greatest recordings“ ausgezeichnet.</w:t>
      </w:r>
    </w:p>
    <w:p w14:paraId="3ACE119B" w14:textId="77777777" w:rsidR="00D131BD" w:rsidRPr="00D131BD"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 </w:t>
      </w:r>
    </w:p>
    <w:p w14:paraId="0E862B6C" w14:textId="77777777" w:rsidR="00D131BD" w:rsidRPr="00D131BD"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Regelmäßig unternimmt New York Polyphony ausgedehnte Tourneen im In- und Ausland und ist bei renommierten Konzertreihen und Festivals zu Gast. Zu den Engagements der letzten Jahre gehören u.a. die Londoner Wigmore und Cadogan Halls, das Concertgebouw in Amsterdam, das Stavanger Kammermusikkfestival in Norwegen 2018 und 2023, das Isabella Stewart Gardner Museum in Boston 2017 und 2022, der Heidelberger Frühling und Early Music Vancouver.</w:t>
      </w:r>
      <w:r w:rsidR="00CA09D1">
        <w:rPr>
          <w:rFonts w:ascii="RB Rational Neue Light" w:hAnsi="RB Rational Neue Light" w:cs="Open Sans"/>
          <w:color w:val="000000" w:themeColor="text1"/>
          <w:sz w:val="18"/>
          <w:szCs w:val="18"/>
        </w:rPr>
        <w:t xml:space="preserve"> </w:t>
      </w:r>
      <w:r w:rsidR="00CA09D1" w:rsidRPr="00AF07B8">
        <w:rPr>
          <w:rFonts w:ascii="RB Rational Neue Light" w:hAnsi="RB Rational Neue Light" w:cs="Open Sans"/>
          <w:color w:val="000000" w:themeColor="text1"/>
          <w:sz w:val="18"/>
          <w:szCs w:val="18"/>
        </w:rPr>
        <w:t>Zudem trat das Ensemble bei den Tagen Alter Musik Regensburg, dem Festival Internacional de Música Abvlensis (Spanien) und dem Cartagena Festival International de Música (Kolumbien) auf. Darüber hinaus präsentierte New York Polyphony Jonathan Bergers Oper Visitations im Rahmen seiner Residenz an der Stanford University (2013).</w:t>
      </w:r>
      <w:r w:rsidR="00CA09D1" w:rsidRPr="00AF07B8">
        <w:rPr>
          <w:rFonts w:ascii="RB Rational Neue Light" w:hAnsi="RB Rational Neue Light" w:cs="Open Sans"/>
          <w:color w:val="000000" w:themeColor="text1"/>
          <w:sz w:val="18"/>
          <w:szCs w:val="18"/>
        </w:rPr>
        <w:br/>
      </w:r>
      <w:commentRangeStart w:id="0"/>
      <w:r w:rsidR="00CA09D1" w:rsidRPr="00AF07B8">
        <w:rPr>
          <w:rFonts w:ascii="RB Rational Neue Light" w:hAnsi="RB Rational Neue Light" w:cs="Open Sans"/>
          <w:color w:val="000000" w:themeColor="text1"/>
          <w:sz w:val="18"/>
          <w:szCs w:val="18"/>
        </w:rPr>
        <w:t>Bis 2025 hat das Ensemble in allen bis auf acht US-Bundesstaaten konzertiert.</w:t>
      </w:r>
      <w:commentRangeEnd w:id="0"/>
      <w:r w:rsidR="003B26A7">
        <w:rPr>
          <w:rStyle w:val="Kommentarzeichen"/>
        </w:rPr>
        <w:commentReference w:id="0"/>
      </w:r>
    </w:p>
    <w:p w14:paraId="4C3C85FB" w14:textId="77777777" w:rsidR="00D131BD" w:rsidRPr="00D131BD"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 </w:t>
      </w:r>
    </w:p>
    <w:p w14:paraId="48ECCD6B" w14:textId="77777777" w:rsidR="00D131BD" w:rsidRPr="00D131BD" w:rsidRDefault="00D131BD" w:rsidP="00D131BD">
      <w:pPr>
        <w:tabs>
          <w:tab w:val="left" w:pos="3047"/>
        </w:tabs>
        <w:spacing w:line="276" w:lineRule="auto"/>
        <w:rPr>
          <w:rFonts w:ascii="RB Rational Neue Light" w:hAnsi="RB Rational Neue Light" w:cs="Open Sans"/>
          <w:color w:val="000000" w:themeColor="text1"/>
          <w:sz w:val="18"/>
          <w:szCs w:val="18"/>
        </w:rPr>
      </w:pPr>
      <w:r w:rsidRPr="00D131BD">
        <w:rPr>
          <w:rFonts w:ascii="RB Rational Neue Light" w:hAnsi="RB Rational Neue Light" w:cs="Open Sans"/>
          <w:color w:val="000000" w:themeColor="text1"/>
          <w:sz w:val="18"/>
          <w:szCs w:val="18"/>
        </w:rPr>
        <w:t>Ein weiterer Schwerpunkt der Ensemblearbeit liegt in der musikalischen Bildung. In Workshops, Meisterkursen und Residencies inspiriert die Gruppe die nächste Generation von Ensemblesängern und Kammermusikliebhabern. Einige der Mitglieder von New York Polyphony sind im wissenschaftlichen Bereich, in akademischen Einrichtungen und Institutionen der Alten Musik tätig.</w:t>
      </w:r>
    </w:p>
    <w:p w14:paraId="3F91568A" w14:textId="77777777" w:rsidR="00D131BD" w:rsidRPr="00D131BD" w:rsidRDefault="00D131BD" w:rsidP="00D131BD">
      <w:pPr>
        <w:tabs>
          <w:tab w:val="left" w:pos="3047"/>
        </w:tabs>
        <w:spacing w:line="276" w:lineRule="auto"/>
        <w:rPr>
          <w:rFonts w:ascii="RB Rational Neue Light" w:hAnsi="RB Rational Neue Light"/>
          <w:color w:val="000000" w:themeColor="text1"/>
        </w:rPr>
      </w:pPr>
    </w:p>
    <w:p w14:paraId="45B1CFB6" w14:textId="77777777" w:rsidR="00D131BD" w:rsidRPr="00D131BD" w:rsidRDefault="00D131BD" w:rsidP="00D131BD">
      <w:pPr>
        <w:tabs>
          <w:tab w:val="left" w:pos="3047"/>
        </w:tabs>
        <w:spacing w:line="276" w:lineRule="auto"/>
        <w:rPr>
          <w:rFonts w:ascii="RB Rational Neue Light" w:hAnsi="RB Rational Neue Light"/>
          <w:color w:val="000000" w:themeColor="text1"/>
          <w:sz w:val="18"/>
          <w:szCs w:val="18"/>
        </w:rPr>
      </w:pPr>
    </w:p>
    <w:p w14:paraId="517A6251" w14:textId="77777777" w:rsidR="00D131BD" w:rsidRPr="00D131BD" w:rsidRDefault="00D131BD" w:rsidP="00D131BD">
      <w:pPr>
        <w:tabs>
          <w:tab w:val="left" w:pos="3047"/>
        </w:tabs>
        <w:spacing w:line="276" w:lineRule="auto"/>
        <w:rPr>
          <w:rFonts w:ascii="RB Rational Neue Light" w:hAnsi="RB Rational Neue Light"/>
          <w:color w:val="767171" w:themeColor="background2" w:themeShade="80"/>
          <w:sz w:val="18"/>
          <w:szCs w:val="18"/>
        </w:rPr>
      </w:pPr>
      <w:r w:rsidRPr="00D131BD">
        <w:rPr>
          <w:rFonts w:ascii="RB Rational Neue Light" w:hAnsi="RB Rational Neue Light"/>
          <w:color w:val="767171" w:themeColor="background2" w:themeShade="80"/>
          <w:sz w:val="18"/>
          <w:szCs w:val="18"/>
        </w:rPr>
        <w:t>„Hier wird Polyphonie zum Erlebnis und steht dabei vollkommen schwerelos im Raum.“</w:t>
      </w:r>
    </w:p>
    <w:p w14:paraId="5F1A982A" w14:textId="77777777" w:rsidR="00D131BD" w:rsidRPr="00D131BD" w:rsidRDefault="00D131BD" w:rsidP="00D131BD">
      <w:pPr>
        <w:tabs>
          <w:tab w:val="left" w:pos="3047"/>
        </w:tabs>
        <w:spacing w:line="276" w:lineRule="auto"/>
        <w:rPr>
          <w:rFonts w:ascii="RB Rational Neue Light" w:hAnsi="RB Rational Neue Light" w:cs="Open Sans"/>
          <w:color w:val="767171" w:themeColor="background2" w:themeShade="80"/>
          <w:sz w:val="18"/>
          <w:szCs w:val="18"/>
        </w:rPr>
      </w:pPr>
      <w:r w:rsidRPr="00D131BD">
        <w:rPr>
          <w:rFonts w:ascii="RB Rational Neue Light" w:hAnsi="RB Rational Neue Light" w:cs="Open Sans"/>
          <w:color w:val="767171" w:themeColor="background2" w:themeShade="80"/>
          <w:sz w:val="18"/>
          <w:szCs w:val="18"/>
        </w:rPr>
        <w:t xml:space="preserve">Allgemeine Zeitung, 09. August </w:t>
      </w:r>
      <w:r w:rsidRPr="00D131BD">
        <w:rPr>
          <w:rFonts w:ascii="RB Rational Neue Light" w:hAnsi="RB Rational Neue Light"/>
          <w:color w:val="767171" w:themeColor="background2" w:themeShade="80"/>
          <w:sz w:val="18"/>
          <w:szCs w:val="18"/>
        </w:rPr>
        <w:t>2023</w:t>
      </w:r>
      <w:r w:rsidRPr="00D131BD">
        <w:rPr>
          <w:rFonts w:ascii="RB Rational Neue Light" w:hAnsi="RB Rational Neue Light" w:cs="Open Sans"/>
          <w:color w:val="767171" w:themeColor="background2" w:themeShade="80"/>
          <w:sz w:val="18"/>
          <w:szCs w:val="18"/>
        </w:rPr>
        <w:t xml:space="preserve"> // Jan-Geert Wolff</w:t>
      </w:r>
    </w:p>
    <w:p w14:paraId="1A4C5BD3" w14:textId="77777777" w:rsidR="00D131BD" w:rsidRPr="00D131BD" w:rsidRDefault="00D131BD" w:rsidP="00D131BD">
      <w:pPr>
        <w:tabs>
          <w:tab w:val="left" w:pos="3047"/>
        </w:tabs>
        <w:spacing w:line="276" w:lineRule="auto"/>
        <w:jc w:val="right"/>
        <w:rPr>
          <w:rFonts w:ascii="RB Rational Neue Light" w:hAnsi="RB Rational Neue Light"/>
          <w:color w:val="767171" w:themeColor="background2" w:themeShade="80"/>
          <w:sz w:val="18"/>
          <w:szCs w:val="18"/>
        </w:rPr>
      </w:pPr>
    </w:p>
    <w:p w14:paraId="7E6B7BF3" w14:textId="77777777" w:rsidR="00D131BD" w:rsidRPr="00D131BD" w:rsidRDefault="00D131BD" w:rsidP="00D131BD">
      <w:pPr>
        <w:tabs>
          <w:tab w:val="left" w:pos="3047"/>
        </w:tabs>
        <w:spacing w:line="276" w:lineRule="auto"/>
        <w:jc w:val="right"/>
        <w:rPr>
          <w:rFonts w:ascii="RB Rational Neue Light" w:hAnsi="RB Rational Neue Light"/>
          <w:color w:val="767171" w:themeColor="background2" w:themeShade="80"/>
          <w:sz w:val="18"/>
          <w:szCs w:val="18"/>
        </w:rPr>
      </w:pPr>
      <w:r w:rsidRPr="00D131BD">
        <w:rPr>
          <w:rFonts w:ascii="RB Rational Neue Light" w:hAnsi="RB Rational Neue Light"/>
          <w:color w:val="767171" w:themeColor="background2" w:themeShade="80"/>
          <w:sz w:val="18"/>
          <w:szCs w:val="18"/>
        </w:rPr>
        <w:t xml:space="preserve">„Eigentlich möchte man über die Byrd-Interpretationen und all die andern gar nicht schreiben, </w:t>
      </w:r>
    </w:p>
    <w:p w14:paraId="7C7F125C" w14:textId="77777777" w:rsidR="00D131BD" w:rsidRPr="00D131BD" w:rsidRDefault="00D131BD" w:rsidP="00D131BD">
      <w:pPr>
        <w:tabs>
          <w:tab w:val="left" w:pos="3047"/>
        </w:tabs>
        <w:spacing w:line="276" w:lineRule="auto"/>
        <w:jc w:val="right"/>
        <w:rPr>
          <w:rFonts w:ascii="RB Rational Neue Light" w:hAnsi="RB Rational Neue Light"/>
          <w:color w:val="767171" w:themeColor="background2" w:themeShade="80"/>
          <w:sz w:val="18"/>
          <w:szCs w:val="18"/>
        </w:rPr>
      </w:pPr>
      <w:r w:rsidRPr="00D131BD">
        <w:rPr>
          <w:rFonts w:ascii="RB Rational Neue Light" w:hAnsi="RB Rational Neue Light"/>
          <w:color w:val="767171" w:themeColor="background2" w:themeShade="80"/>
          <w:sz w:val="18"/>
          <w:szCs w:val="18"/>
        </w:rPr>
        <w:t>weil einem die Worte zu dürftig vorkommen, um sie adäquat zu fassen.“</w:t>
      </w:r>
    </w:p>
    <w:p w14:paraId="31F041A5" w14:textId="77777777" w:rsidR="00D131BD" w:rsidRPr="00D131BD" w:rsidRDefault="00D131BD" w:rsidP="00D131BD">
      <w:pPr>
        <w:tabs>
          <w:tab w:val="left" w:pos="3047"/>
        </w:tabs>
        <w:spacing w:line="276" w:lineRule="auto"/>
        <w:jc w:val="right"/>
        <w:rPr>
          <w:rFonts w:ascii="RB Rational Neue Light" w:hAnsi="RB Rational Neue Light"/>
          <w:color w:val="767171" w:themeColor="background2" w:themeShade="80"/>
          <w:sz w:val="18"/>
          <w:szCs w:val="18"/>
        </w:rPr>
      </w:pPr>
      <w:r w:rsidRPr="00D131BD">
        <w:rPr>
          <w:rFonts w:ascii="RB Rational Neue Light" w:hAnsi="RB Rational Neue Light"/>
          <w:color w:val="767171" w:themeColor="background2" w:themeShade="80"/>
          <w:sz w:val="18"/>
          <w:szCs w:val="18"/>
        </w:rPr>
        <w:t>Gmünder Tagespost, 07. August 2023 // Wolfgang Nußbaumer</w:t>
      </w:r>
    </w:p>
    <w:p w14:paraId="691311E8" w14:textId="77777777" w:rsidR="00D131BD" w:rsidRDefault="00D131BD" w:rsidP="00D131BD">
      <w:pPr>
        <w:pStyle w:val="StandardWeb"/>
        <w:spacing w:before="0" w:beforeAutospacing="0" w:after="0" w:afterAutospacing="0"/>
        <w:rPr>
          <w:rFonts w:ascii="Open Sans" w:hAnsi="Open Sans" w:cs="Open Sans"/>
          <w:b/>
          <w:bCs/>
          <w:color w:val="000000" w:themeColor="text1"/>
          <w:sz w:val="18"/>
          <w:szCs w:val="18"/>
        </w:rPr>
      </w:pPr>
    </w:p>
    <w:p w14:paraId="1BA2EF9D" w14:textId="77777777" w:rsidR="00D131BD" w:rsidRDefault="00D131BD" w:rsidP="00D131BD">
      <w:pPr>
        <w:pStyle w:val="StandardWeb"/>
        <w:spacing w:before="0" w:beforeAutospacing="0" w:after="0" w:afterAutospacing="0"/>
        <w:rPr>
          <w:rFonts w:ascii="Open Sans" w:hAnsi="Open Sans" w:cs="Open Sans"/>
          <w:b/>
          <w:bCs/>
          <w:color w:val="000000" w:themeColor="text1"/>
          <w:sz w:val="18"/>
          <w:szCs w:val="18"/>
        </w:rPr>
      </w:pPr>
    </w:p>
    <w:p w14:paraId="54CF16F3" w14:textId="77777777" w:rsidR="00D131BD" w:rsidRDefault="00D131BD" w:rsidP="00D131BD">
      <w:pPr>
        <w:pStyle w:val="StandardWeb"/>
        <w:spacing w:before="0" w:beforeAutospacing="0" w:after="0" w:afterAutospacing="0"/>
        <w:rPr>
          <w:rFonts w:ascii="Open Sans" w:hAnsi="Open Sans" w:cs="Open Sans"/>
          <w:b/>
          <w:bCs/>
          <w:color w:val="000000" w:themeColor="text1"/>
          <w:sz w:val="18"/>
          <w:szCs w:val="18"/>
        </w:rPr>
      </w:pPr>
    </w:p>
    <w:p w14:paraId="60146747" w14:textId="77777777" w:rsidR="00851270" w:rsidRPr="00851270" w:rsidRDefault="00851270" w:rsidP="00851270">
      <w:pPr>
        <w:tabs>
          <w:tab w:val="left" w:pos="4962"/>
        </w:tabs>
        <w:spacing w:line="276" w:lineRule="auto"/>
        <w:rPr>
          <w:rFonts w:ascii="RB Rational Neue Light" w:hAnsi="RB Rational Neue Light" w:cs="Open Sans"/>
          <w:color w:val="000000" w:themeColor="text1"/>
          <w:sz w:val="18"/>
          <w:szCs w:val="18"/>
        </w:rPr>
      </w:pPr>
      <w:r w:rsidRPr="00851270">
        <w:rPr>
          <w:rFonts w:ascii="RB Rational Neue Light" w:hAnsi="RB Rational Neue Light" w:cs="Open Sans"/>
          <w:color w:val="000000" w:themeColor="text1"/>
          <w:sz w:val="18"/>
          <w:szCs w:val="18"/>
        </w:rPr>
        <w:t>© Russ Artists</w:t>
      </w:r>
    </w:p>
    <w:p w14:paraId="27B05BF8" w14:textId="77777777" w:rsidR="00D131BD" w:rsidRDefault="00D131BD" w:rsidP="00D131BD">
      <w:pPr>
        <w:pStyle w:val="StandardWeb"/>
        <w:spacing w:before="0" w:beforeAutospacing="0" w:after="0" w:afterAutospacing="0"/>
        <w:rPr>
          <w:rFonts w:ascii="Open Sans" w:hAnsi="Open Sans" w:cs="Open Sans"/>
          <w:b/>
          <w:bCs/>
          <w:color w:val="000000" w:themeColor="text1"/>
          <w:sz w:val="18"/>
          <w:szCs w:val="18"/>
        </w:rPr>
      </w:pPr>
    </w:p>
    <w:p w14:paraId="33C4FDF4" w14:textId="77777777" w:rsidR="008D726E" w:rsidRDefault="008D726E">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1E925E22" w14:textId="1B6A8678" w:rsidR="00AF13BA" w:rsidRPr="00AF13BA" w:rsidRDefault="00C56271" w:rsidP="00AF13BA">
      <w:pPr>
        <w:tabs>
          <w:tab w:val="left" w:pos="3969"/>
          <w:tab w:val="left" w:pos="4536"/>
        </w:tabs>
        <w:spacing w:after="120" w:line="276" w:lineRule="auto"/>
        <w:rPr>
          <w:rFonts w:ascii="RB Rational Neue SemiBold" w:hAnsi="RB Rational Neue SemiBold" w:cs="Open Sans"/>
          <w:b/>
          <w:bCs/>
          <w:color w:val="000000" w:themeColor="text1"/>
          <w:sz w:val="28"/>
          <w:szCs w:val="28"/>
        </w:rPr>
      </w:pPr>
      <w:r>
        <w:rPr>
          <w:rFonts w:ascii="RB Rational Neue SemiBold" w:hAnsi="RB Rational Neue SemiBold" w:cs="Open Sans"/>
          <w:b/>
          <w:bCs/>
          <w:color w:val="000000" w:themeColor="text1"/>
          <w:sz w:val="24"/>
          <w:szCs w:val="24"/>
        </w:rPr>
        <w:lastRenderedPageBreak/>
        <w:t>Mittlere Version</w:t>
      </w:r>
    </w:p>
    <w:p w14:paraId="2FFC8C6B" w14:textId="77777777" w:rsidR="00AF13BA" w:rsidRPr="00CA09D1" w:rsidRDefault="00AF13BA" w:rsidP="00AF13BA">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Von der Kritik für ihren „reichen, natürlichen Klang, der größer und komplexer ist als die Gesamtzahl der Stimmen“ (National Public Radio) und als „Sänger mit hervorragender Musikalität und stimmlicher Anziehungskraft“ (The New Yorker) gerühmt, gilt New York Polyphony als eines der bedeutendsten Vokal-Kammermusikensembles der Gegenwart. Die innovativen Programme reichen von gregorianischen Gesängen bis hin zu zeitgenössischen Auftragswerken, und die Konzentration auf seltene und wiederentdeckte Werke des 12. bis 17. Jahrhunderts hat dazu beigetragen, Alte Musik dem Publikum von heute nahezubringen.</w:t>
      </w:r>
    </w:p>
    <w:p w14:paraId="06A3B14D" w14:textId="77777777" w:rsidR="00AF13BA" w:rsidRPr="00CA09D1" w:rsidRDefault="00AF13BA" w:rsidP="00AF13BA">
      <w:pPr>
        <w:tabs>
          <w:tab w:val="left" w:pos="3047"/>
        </w:tabs>
        <w:spacing w:line="276" w:lineRule="auto"/>
        <w:rPr>
          <w:rFonts w:ascii="RB Rational Neue Light" w:hAnsi="RB Rational Neue Light" w:cs="Open Sans"/>
          <w:color w:val="000000" w:themeColor="text1"/>
          <w:sz w:val="18"/>
          <w:szCs w:val="18"/>
        </w:rPr>
      </w:pPr>
    </w:p>
    <w:p w14:paraId="50D594F0" w14:textId="77777777" w:rsidR="00AF13BA" w:rsidRDefault="00AF13BA" w:rsidP="00AF13BA">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 xml:space="preserve">Die wachsende Diskografie des 2006 gegründeten Ensembles umfasst bisher zwei GRAMMY-nominierte Alben, und viele weitere Veröffentlichungen standen auf den Bestenlisten von The New Yorker, Gramophone und The New York Times. </w:t>
      </w:r>
    </w:p>
    <w:p w14:paraId="2CBF9D58" w14:textId="77777777" w:rsidR="00AF13BA" w:rsidRDefault="00AF13BA" w:rsidP="00AF13BA">
      <w:pPr>
        <w:tabs>
          <w:tab w:val="left" w:pos="3047"/>
        </w:tabs>
        <w:spacing w:line="276" w:lineRule="auto"/>
        <w:rPr>
          <w:rFonts w:ascii="RB Rational Neue Light" w:hAnsi="RB Rational Neue Light" w:cs="Open Sans"/>
          <w:color w:val="000000" w:themeColor="text1"/>
          <w:sz w:val="18"/>
          <w:szCs w:val="18"/>
        </w:rPr>
      </w:pPr>
      <w:r w:rsidRPr="00AF07B8">
        <w:rPr>
          <w:rFonts w:ascii="RB Rational Neue Light" w:hAnsi="RB Rational Neue Light" w:cs="Open Sans"/>
          <w:color w:val="000000" w:themeColor="text1"/>
          <w:sz w:val="18"/>
          <w:szCs w:val="18"/>
        </w:rPr>
        <w:t xml:space="preserve">Zu den jüngsten Veröffentlichungen zählt </w:t>
      </w:r>
      <w:r w:rsidRPr="003B26A7">
        <w:rPr>
          <w:rFonts w:ascii="RB Rational Neue Light" w:hAnsi="RB Rational Neue Light" w:cs="Open Sans"/>
          <w:i/>
          <w:iCs/>
          <w:color w:val="000000" w:themeColor="text1"/>
          <w:sz w:val="18"/>
          <w:szCs w:val="18"/>
        </w:rPr>
        <w:t>Sky of my Heart</w:t>
      </w:r>
      <w:r w:rsidRPr="00AF07B8">
        <w:rPr>
          <w:rFonts w:ascii="RB Rational Neue Light" w:hAnsi="RB Rational Neue Light" w:cs="Open Sans"/>
          <w:color w:val="000000" w:themeColor="text1"/>
          <w:sz w:val="18"/>
          <w:szCs w:val="18"/>
        </w:rPr>
        <w:t xml:space="preserve"> (2025/BIS), </w:t>
      </w:r>
      <w:r>
        <w:rPr>
          <w:rFonts w:ascii="RB Rational Neue Light" w:hAnsi="RB Rational Neue Light" w:cs="Open Sans"/>
          <w:color w:val="000000" w:themeColor="text1"/>
          <w:sz w:val="18"/>
          <w:szCs w:val="18"/>
        </w:rPr>
        <w:t>welche</w:t>
      </w:r>
      <w:r w:rsidRPr="00AF07B8">
        <w:rPr>
          <w:rFonts w:ascii="RB Rational Neue Light" w:hAnsi="RB Rational Neue Light" w:cs="Open Sans"/>
          <w:color w:val="000000" w:themeColor="text1"/>
          <w:sz w:val="18"/>
          <w:szCs w:val="18"/>
        </w:rPr>
        <w:t xml:space="preserve"> Auftragswerke und Kollaborationen mit Werken von Byrd, Gibbons sowie zeitgenössischen Komponisten wie Ivan Moody, John Tavener, Becky McGlade, Akemi Naito, Paul Moravec, Andrew Smith und Nico Muhly vereint.</w:t>
      </w:r>
    </w:p>
    <w:p w14:paraId="4E0410DC" w14:textId="77777777" w:rsidR="00AF13BA" w:rsidRDefault="00AF13BA" w:rsidP="00AF13BA">
      <w:pPr>
        <w:tabs>
          <w:tab w:val="left" w:pos="3047"/>
        </w:tabs>
        <w:spacing w:line="276" w:lineRule="auto"/>
        <w:rPr>
          <w:rFonts w:ascii="RB Rational Neue Light" w:hAnsi="RB Rational Neue Light" w:cs="Open Sans"/>
          <w:color w:val="000000" w:themeColor="text1"/>
          <w:sz w:val="18"/>
          <w:szCs w:val="18"/>
        </w:rPr>
      </w:pPr>
    </w:p>
    <w:p w14:paraId="0D07A43D" w14:textId="77777777" w:rsidR="00AF13BA" w:rsidRPr="00CA09D1" w:rsidRDefault="00AF13BA" w:rsidP="00AF13BA">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Das BBC Music Magazine lobte </w:t>
      </w:r>
      <w:r w:rsidRPr="003B26A7">
        <w:rPr>
          <w:rFonts w:ascii="RB Rational Neue Light" w:hAnsi="RB Rational Neue Light"/>
          <w:i/>
          <w:iCs/>
          <w:sz w:val="18"/>
          <w:szCs w:val="18"/>
        </w:rPr>
        <w:t>And the sun darkened</w:t>
      </w:r>
      <w:r w:rsidRPr="003B26A7">
        <w:rPr>
          <w:rFonts w:ascii="RB Rational Neue Light" w:hAnsi="RB Rational Neue Light" w:cs="Open Sans"/>
          <w:color w:val="000000" w:themeColor="text1"/>
          <w:sz w:val="16"/>
          <w:szCs w:val="16"/>
        </w:rPr>
        <w:t xml:space="preserve"> </w:t>
      </w:r>
      <w:r w:rsidRPr="00CA09D1">
        <w:rPr>
          <w:rFonts w:ascii="RB Rational Neue Light" w:hAnsi="RB Rational Neue Light" w:cs="Open Sans"/>
          <w:color w:val="000000" w:themeColor="text1"/>
          <w:sz w:val="18"/>
          <w:szCs w:val="18"/>
        </w:rPr>
        <w:t xml:space="preserve">(2021/BIS) als „fantasievoll programmiert“ und Klassik Heute attestierte New York Polyphony einen „makellos reinen Klang, der dem Zuhörer staunende Bewunderung abnötigt.“ Das Album </w:t>
      </w:r>
      <w:r w:rsidRPr="003B26A7">
        <w:rPr>
          <w:rFonts w:ascii="RB Rational Neue Light" w:hAnsi="RB Rational Neue Light"/>
          <w:i/>
          <w:iCs/>
          <w:sz w:val="18"/>
          <w:szCs w:val="18"/>
        </w:rPr>
        <w:t>Lamentationes</w:t>
      </w:r>
      <w:r w:rsidRPr="003B26A7">
        <w:rPr>
          <w:rFonts w:ascii="RB Rational Neue Light" w:hAnsi="RB Rational Neue Light" w:cs="Open Sans"/>
          <w:color w:val="000000" w:themeColor="text1"/>
          <w:sz w:val="16"/>
          <w:szCs w:val="16"/>
        </w:rPr>
        <w:t xml:space="preserve"> </w:t>
      </w:r>
      <w:r w:rsidRPr="00CA09D1">
        <w:rPr>
          <w:rFonts w:ascii="RB Rational Neue Light" w:hAnsi="RB Rational Neue Light" w:cs="Open Sans"/>
          <w:color w:val="000000" w:themeColor="text1"/>
          <w:sz w:val="18"/>
          <w:szCs w:val="18"/>
        </w:rPr>
        <w:t>(2019/BIS) war Finalist bei den Gramophone Awards 2020 und wurde von Classics Today als „perfekter Ensemblegesang, ideal aufgenommen“ empfohlen.</w:t>
      </w:r>
      <w:r>
        <w:rPr>
          <w:rFonts w:ascii="RB Rational Neue Light" w:hAnsi="RB Rational Neue Light" w:cs="Open Sans"/>
          <w:color w:val="000000" w:themeColor="text1"/>
          <w:sz w:val="18"/>
          <w:szCs w:val="18"/>
        </w:rPr>
        <w:t xml:space="preserve"> </w:t>
      </w:r>
      <w:r w:rsidRPr="00AF07B8">
        <w:rPr>
          <w:rFonts w:ascii="RB Rational Neue Light" w:hAnsi="RB Rational Neue Light" w:cs="Open Sans"/>
          <w:color w:val="000000" w:themeColor="text1"/>
          <w:sz w:val="18"/>
          <w:szCs w:val="18"/>
        </w:rPr>
        <w:t xml:space="preserve">Auf </w:t>
      </w:r>
      <w:r w:rsidRPr="003B26A7">
        <w:rPr>
          <w:rFonts w:ascii="RB Rational Neue Light" w:hAnsi="RB Rational Neue Light" w:cs="Open Sans"/>
          <w:i/>
          <w:iCs/>
          <w:color w:val="000000" w:themeColor="text1"/>
          <w:sz w:val="18"/>
          <w:szCs w:val="18"/>
        </w:rPr>
        <w:t>Roma Æterna</w:t>
      </w:r>
      <w:r w:rsidRPr="00AF07B8">
        <w:rPr>
          <w:rFonts w:ascii="RB Rational Neue Light" w:hAnsi="RB Rational Neue Light" w:cs="Open Sans"/>
          <w:color w:val="000000" w:themeColor="text1"/>
          <w:sz w:val="18"/>
          <w:szCs w:val="18"/>
        </w:rPr>
        <w:t xml:space="preserve"> findet sich zudem die vielbeachtete Aufnahme von Palestrinas </w:t>
      </w:r>
      <w:r w:rsidRPr="003B26A7">
        <w:rPr>
          <w:rFonts w:ascii="RB Rational Neue Light" w:hAnsi="RB Rational Neue Light" w:cs="Open Sans"/>
          <w:i/>
          <w:iCs/>
          <w:color w:val="000000" w:themeColor="text1"/>
          <w:sz w:val="18"/>
          <w:szCs w:val="18"/>
        </w:rPr>
        <w:t>Missa Papae Marcelli</w:t>
      </w:r>
      <w:r w:rsidRPr="00AF07B8">
        <w:rPr>
          <w:rFonts w:ascii="RB Rational Neue Light" w:hAnsi="RB Rational Neue Light" w:cs="Open Sans"/>
          <w:color w:val="000000" w:themeColor="text1"/>
          <w:sz w:val="18"/>
          <w:szCs w:val="18"/>
        </w:rPr>
        <w:t>, die 2025 von Gramophone als beste Solo-Ensemble-Performance ausgezeichnet wurde.</w:t>
      </w:r>
    </w:p>
    <w:p w14:paraId="7934633E" w14:textId="77777777" w:rsidR="00AF13BA" w:rsidRPr="00CA09D1" w:rsidRDefault="00AF13BA" w:rsidP="00AF13BA">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 </w:t>
      </w:r>
    </w:p>
    <w:p w14:paraId="1C066C23" w14:textId="7243133F" w:rsidR="00D131BD" w:rsidRPr="00CA09D1" w:rsidRDefault="00AF13BA" w:rsidP="00D131BD">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Regelmäßig unternimmt New York Polyphony ausgedehnte Tourneen im In- und Ausland und ist bei renommierten Konzertreihen und Festivals zu Gast. Zu den Engagements der letzten Jahre gehören u.a. die Londoner Wigmore und Cadogan Halls, das Concertgebouw in Amsterdam, das Stavanger Kammermusikkfestival in Norwegen 2018 und 2023, das Isabella Stewart Gardner Museum in Boston 2017 und 2022, der Heidelberger Frühling und Early Music Vancouver.</w:t>
      </w:r>
      <w:r>
        <w:rPr>
          <w:rFonts w:ascii="RB Rational Neue Light" w:hAnsi="RB Rational Neue Light" w:cs="Open Sans"/>
          <w:color w:val="000000" w:themeColor="text1"/>
          <w:sz w:val="18"/>
          <w:szCs w:val="18"/>
        </w:rPr>
        <w:t xml:space="preserve"> </w:t>
      </w:r>
      <w:r w:rsidRPr="00AF07B8">
        <w:rPr>
          <w:rFonts w:ascii="RB Rational Neue Light" w:hAnsi="RB Rational Neue Light" w:cs="Open Sans"/>
          <w:color w:val="000000" w:themeColor="text1"/>
          <w:sz w:val="18"/>
          <w:szCs w:val="18"/>
        </w:rPr>
        <w:t>Weitere Auftritte führten das Ensemble außerdem zu den Tagen Alter Musik Regensburg und nach Spanien und Kolumbien zu internationalen Alte-Musik-Festivals.</w:t>
      </w:r>
      <w:r w:rsidR="00D131BD" w:rsidRPr="00CA09D1">
        <w:rPr>
          <w:rFonts w:ascii="RB Rational Neue Light" w:hAnsi="RB Rational Neue Light" w:cs="Open Sans"/>
          <w:color w:val="000000" w:themeColor="text1"/>
          <w:sz w:val="18"/>
          <w:szCs w:val="18"/>
        </w:rPr>
        <w:t> </w:t>
      </w:r>
    </w:p>
    <w:p w14:paraId="3D6F3443"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p>
    <w:p w14:paraId="6E34B4FF"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p>
    <w:p w14:paraId="5E6EEA03" w14:textId="77777777" w:rsidR="00851270" w:rsidRPr="0070662D" w:rsidRDefault="00851270" w:rsidP="00851270">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14:paraId="77107F7D" w14:textId="77777777" w:rsidR="008D726E" w:rsidRDefault="008D726E">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1338A069" w14:textId="1BE935E8" w:rsidR="00D131BD" w:rsidRPr="00AF13BA" w:rsidRDefault="00AF13BA" w:rsidP="00AF13BA">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AF13BA">
        <w:rPr>
          <w:rFonts w:ascii="RB Rational Neue SemiBold" w:hAnsi="RB Rational Neue SemiBold" w:cs="Open Sans"/>
          <w:b/>
          <w:bCs/>
          <w:color w:val="000000" w:themeColor="text1"/>
          <w:sz w:val="24"/>
          <w:szCs w:val="24"/>
        </w:rPr>
        <w:lastRenderedPageBreak/>
        <w:t>Kurzversion</w:t>
      </w:r>
    </w:p>
    <w:p w14:paraId="7E6E9370"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Von der Kritik als „Sänger mit hervorragender Musikalität und stimmlicher Anziehungskraft“ (The New Yorker) geschätzt, gilt New York Polyphony als eines der bedeutendsten Vokal-Kammermusikensembles der Gegenwart. Die innovativen Programme reichen von gregorianischen Gesängen bis hin zu zeitgenössischen Auftragswerken, und die Konzentration auf seltene und wiederentdeckte Werke des 12. bis 17. Jahrhunderts hat dazu beigetragen, die Alte Musik einem breiteren Publikum nahezubringen.</w:t>
      </w:r>
    </w:p>
    <w:p w14:paraId="731B31D6" w14:textId="77777777" w:rsidR="00D131BD" w:rsidRPr="00CA09D1" w:rsidRDefault="00D131BD" w:rsidP="00D131BD">
      <w:pPr>
        <w:tabs>
          <w:tab w:val="left" w:pos="3047"/>
        </w:tabs>
        <w:spacing w:line="276" w:lineRule="auto"/>
        <w:rPr>
          <w:rFonts w:ascii="RB Rational Neue Light" w:hAnsi="RB Rational Neue Light" w:cs="Open Sans"/>
          <w:color w:val="000000" w:themeColor="text1"/>
          <w:sz w:val="18"/>
          <w:szCs w:val="18"/>
        </w:rPr>
      </w:pPr>
    </w:p>
    <w:p w14:paraId="7553CC36" w14:textId="77777777" w:rsidR="00CA09D1" w:rsidRDefault="00D131BD" w:rsidP="00D131BD">
      <w:pPr>
        <w:tabs>
          <w:tab w:val="left" w:pos="3047"/>
        </w:tabs>
        <w:spacing w:line="276" w:lineRule="auto"/>
        <w:rPr>
          <w:rFonts w:ascii="RB Rational Neue Light" w:hAnsi="RB Rational Neue Light" w:cs="Open Sans"/>
          <w:color w:val="000000" w:themeColor="text1"/>
          <w:sz w:val="18"/>
          <w:szCs w:val="18"/>
        </w:rPr>
      </w:pPr>
      <w:r w:rsidRPr="00CA09D1">
        <w:rPr>
          <w:rFonts w:ascii="RB Rational Neue Light" w:hAnsi="RB Rational Neue Light" w:cs="Open Sans"/>
          <w:color w:val="000000" w:themeColor="text1"/>
          <w:sz w:val="18"/>
          <w:szCs w:val="18"/>
        </w:rPr>
        <w:t xml:space="preserve">Die wachsende Diskografie des 2006 gegründeten Ensembles umfasst bisher zwei GRAMMY-nominierte Alben und viele weitere Veröffentlichungen standen auf den Bestenlisten der wichtigsten internationalen Publikationen. </w:t>
      </w:r>
      <w:r w:rsidR="00CA09D1" w:rsidRPr="00AF07B8">
        <w:rPr>
          <w:rFonts w:ascii="RB Rational Neue Light" w:hAnsi="RB Rational Neue Light" w:cs="Open Sans"/>
          <w:color w:val="000000" w:themeColor="text1"/>
          <w:sz w:val="18"/>
          <w:szCs w:val="18"/>
        </w:rPr>
        <w:t xml:space="preserve">Zu den jüngeren Aufnahmen zählt </w:t>
      </w:r>
      <w:r w:rsidR="00CA09D1" w:rsidRPr="003B26A7">
        <w:rPr>
          <w:rFonts w:ascii="RB Rational Neue Light" w:hAnsi="RB Rational Neue Light" w:cs="Open Sans"/>
          <w:i/>
          <w:iCs/>
          <w:color w:val="000000" w:themeColor="text1"/>
          <w:sz w:val="18"/>
          <w:szCs w:val="18"/>
        </w:rPr>
        <w:t>Sky of my Heart</w:t>
      </w:r>
      <w:r w:rsidR="00CA09D1" w:rsidRPr="00AF07B8">
        <w:rPr>
          <w:rFonts w:ascii="RB Rational Neue Light" w:hAnsi="RB Rational Neue Light" w:cs="Open Sans"/>
          <w:color w:val="000000" w:themeColor="text1"/>
          <w:sz w:val="18"/>
          <w:szCs w:val="18"/>
        </w:rPr>
        <w:t xml:space="preserve"> (2025/BIS), das Werke von Byrd und Gibbons ebenso umfasst wie neue Kompositionen des 20. und 21. Jahrhunderts.</w:t>
      </w:r>
    </w:p>
    <w:p w14:paraId="2ACE1BFE" w14:textId="77777777" w:rsidR="00D131BD" w:rsidRPr="003B26A7" w:rsidRDefault="00D131BD" w:rsidP="00D131BD">
      <w:pPr>
        <w:tabs>
          <w:tab w:val="left" w:pos="3047"/>
        </w:tabs>
        <w:spacing w:line="276" w:lineRule="auto"/>
        <w:rPr>
          <w:rFonts w:ascii="RB Rational Neue Light" w:hAnsi="RB Rational Neue Light" w:cs="Open Sans"/>
          <w:color w:val="000000" w:themeColor="text1"/>
          <w:sz w:val="18"/>
          <w:szCs w:val="18"/>
          <w:lang w:val="en-US"/>
        </w:rPr>
      </w:pPr>
      <w:r w:rsidRPr="00D131BD">
        <w:rPr>
          <w:rFonts w:ascii="RB Rational Neue Light" w:hAnsi="RB Rational Neue Light" w:cs="Open Sans"/>
          <w:color w:val="000000" w:themeColor="text1"/>
          <w:sz w:val="18"/>
          <w:szCs w:val="18"/>
        </w:rPr>
        <w:t>Das Quartett unternimmt regelmäßig ausgedehnte Tourneen und tritt in den besten Konzertsälen der Welt sowie bei renommierten Festivals</w:t>
      </w:r>
      <w:r w:rsidRPr="00D52E9F">
        <w:rPr>
          <w:rFonts w:ascii="Open Sans" w:hAnsi="Open Sans" w:cs="Open Sans"/>
          <w:color w:val="000000" w:themeColor="text1"/>
          <w:sz w:val="18"/>
          <w:szCs w:val="18"/>
        </w:rPr>
        <w:t xml:space="preserve"> </w:t>
      </w:r>
      <w:r w:rsidRPr="00D131BD">
        <w:rPr>
          <w:rFonts w:ascii="RB Rational Neue Light" w:hAnsi="RB Rational Neue Light" w:cs="Open Sans"/>
          <w:color w:val="000000" w:themeColor="text1"/>
          <w:sz w:val="18"/>
          <w:szCs w:val="18"/>
        </w:rPr>
        <w:t>im In- und Ausland auf.</w:t>
      </w:r>
      <w:r w:rsidR="00CA09D1">
        <w:rPr>
          <w:rFonts w:ascii="RB Rational Neue Light" w:hAnsi="RB Rational Neue Light" w:cs="Open Sans"/>
          <w:color w:val="000000" w:themeColor="text1"/>
          <w:sz w:val="18"/>
          <w:szCs w:val="18"/>
        </w:rPr>
        <w:t xml:space="preserve"> </w:t>
      </w:r>
      <w:r w:rsidR="00CA09D1" w:rsidRPr="00AF07B8">
        <w:rPr>
          <w:rFonts w:ascii="RB Rational Neue Light" w:hAnsi="RB Rational Neue Light" w:cs="Open Sans"/>
          <w:color w:val="000000" w:themeColor="text1"/>
          <w:sz w:val="18"/>
          <w:szCs w:val="18"/>
        </w:rPr>
        <w:t>Dazu zählen Engagements in London, Amsterdam, Boston, Norwegen, Deutschland, Spanien und Kolumbien.</w:t>
      </w:r>
      <w:r w:rsidR="00CA09D1">
        <w:rPr>
          <w:rFonts w:ascii="RB Rational Neue Light" w:hAnsi="RB Rational Neue Light" w:cs="Open Sans"/>
          <w:color w:val="000000" w:themeColor="text1"/>
          <w:sz w:val="18"/>
          <w:szCs w:val="18"/>
        </w:rPr>
        <w:t xml:space="preserve"> </w:t>
      </w:r>
      <w:r w:rsidR="00CA09D1" w:rsidRPr="003B26A7">
        <w:rPr>
          <w:rFonts w:ascii="RB Rational Neue Light" w:hAnsi="RB Rational Neue Light" w:cs="Open Sans"/>
          <w:color w:val="000000" w:themeColor="text1"/>
          <w:sz w:val="18"/>
          <w:szCs w:val="18"/>
          <w:lang w:val="en-US"/>
        </w:rPr>
        <w:t>(https://newyorkpolyphony.com/about/)</w:t>
      </w:r>
    </w:p>
    <w:p w14:paraId="4014BA29" w14:textId="77777777" w:rsidR="00D131BD" w:rsidRPr="003B26A7" w:rsidRDefault="00D131BD" w:rsidP="00D131BD">
      <w:pPr>
        <w:tabs>
          <w:tab w:val="left" w:pos="3047"/>
        </w:tabs>
        <w:spacing w:line="276" w:lineRule="auto"/>
        <w:rPr>
          <w:rFonts w:ascii="RB Rational Neue Light" w:hAnsi="RB Rational Neue Light" w:cs="Open Sans"/>
          <w:color w:val="000000" w:themeColor="text1"/>
          <w:sz w:val="18"/>
          <w:szCs w:val="18"/>
          <w:lang w:val="en-US"/>
        </w:rPr>
      </w:pPr>
    </w:p>
    <w:p w14:paraId="55BF9C14" w14:textId="77777777" w:rsidR="0070662D" w:rsidRDefault="0070662D" w:rsidP="0070662D">
      <w:pPr>
        <w:tabs>
          <w:tab w:val="left" w:pos="3969"/>
          <w:tab w:val="left" w:pos="4536"/>
        </w:tabs>
        <w:spacing w:line="276" w:lineRule="auto"/>
        <w:rPr>
          <w:rFonts w:ascii="RB Vitruv Display" w:hAnsi="RB Vitruv Display" w:cs="Open Sans"/>
          <w:color w:val="000000" w:themeColor="text1"/>
          <w:sz w:val="28"/>
          <w:szCs w:val="28"/>
          <w:lang w:val="en-US"/>
        </w:rPr>
      </w:pPr>
    </w:p>
    <w:p w14:paraId="508CF42D" w14:textId="77777777" w:rsidR="00AF13BA" w:rsidRPr="0070662D" w:rsidRDefault="00AF13BA" w:rsidP="00AF13BA">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AF13BA">
        <w:rPr>
          <w:rFonts w:ascii="RB Rational Neue SemiBold" w:hAnsi="RB Rational Neue SemiBold" w:cs="Open Sans"/>
          <w:b/>
          <w:bCs/>
          <w:color w:val="000000" w:themeColor="text1"/>
          <w:sz w:val="24"/>
          <w:szCs w:val="24"/>
        </w:rPr>
        <w:t>Besetzung</w:t>
      </w:r>
    </w:p>
    <w:p w14:paraId="04344BD4" w14:textId="77777777" w:rsidR="00AF13BA" w:rsidRPr="00CA09D1" w:rsidRDefault="00AF13BA" w:rsidP="00AF13BA">
      <w:pPr>
        <w:tabs>
          <w:tab w:val="left" w:pos="3969"/>
          <w:tab w:val="left" w:pos="4536"/>
        </w:tabs>
        <w:spacing w:line="276" w:lineRule="auto"/>
        <w:rPr>
          <w:rFonts w:ascii="RB Rational Neue Light" w:hAnsi="RB Rational Neue Light" w:cs="Open Sans"/>
          <w:color w:val="000000" w:themeColor="text1"/>
          <w:sz w:val="18"/>
          <w:szCs w:val="18"/>
          <w:lang w:val="en-US"/>
        </w:rPr>
      </w:pPr>
      <w:r w:rsidRPr="00CA09D1">
        <w:rPr>
          <w:rFonts w:ascii="RB Rational Neue Light" w:hAnsi="RB Rational Neue Light" w:cs="Open Sans"/>
          <w:color w:val="000000" w:themeColor="text1"/>
          <w:sz w:val="18"/>
          <w:szCs w:val="18"/>
          <w:lang w:val="en-US"/>
        </w:rPr>
        <w:t>Geoffrey D. Williams, Countertenor</w:t>
      </w:r>
    </w:p>
    <w:p w14:paraId="654DC52A" w14:textId="77777777" w:rsidR="00AF13BA" w:rsidRPr="00CA09D1" w:rsidRDefault="00AF13BA" w:rsidP="00AF13BA">
      <w:pPr>
        <w:tabs>
          <w:tab w:val="left" w:pos="3969"/>
          <w:tab w:val="left" w:pos="4536"/>
        </w:tabs>
        <w:spacing w:line="276" w:lineRule="auto"/>
        <w:rPr>
          <w:rFonts w:ascii="RB Rational Neue Light" w:hAnsi="RB Rational Neue Light" w:cs="Open Sans"/>
          <w:color w:val="000000" w:themeColor="text1"/>
          <w:sz w:val="18"/>
          <w:szCs w:val="18"/>
          <w:lang w:val="en-US"/>
        </w:rPr>
      </w:pPr>
      <w:r w:rsidRPr="00CA09D1">
        <w:rPr>
          <w:rFonts w:ascii="RB Rational Neue Light" w:hAnsi="RB Rational Neue Light" w:cs="Open Sans"/>
          <w:color w:val="000000" w:themeColor="text1"/>
          <w:sz w:val="18"/>
          <w:szCs w:val="18"/>
          <w:lang w:val="en-US"/>
        </w:rPr>
        <w:t>Steven Caldicott Wilson, Tenor</w:t>
      </w:r>
    </w:p>
    <w:p w14:paraId="7391C6D7" w14:textId="77777777" w:rsidR="00AF13BA" w:rsidRPr="00CA09D1" w:rsidRDefault="00AF13BA" w:rsidP="00AF13BA">
      <w:pPr>
        <w:tabs>
          <w:tab w:val="left" w:pos="3969"/>
          <w:tab w:val="left" w:pos="4536"/>
        </w:tabs>
        <w:spacing w:line="276" w:lineRule="auto"/>
        <w:rPr>
          <w:rFonts w:ascii="RB Rational Neue Light" w:hAnsi="RB Rational Neue Light" w:cs="Open Sans"/>
          <w:color w:val="000000" w:themeColor="text1"/>
          <w:sz w:val="18"/>
          <w:szCs w:val="18"/>
          <w:lang w:val="en-US"/>
        </w:rPr>
      </w:pPr>
      <w:r w:rsidRPr="00CA09D1">
        <w:rPr>
          <w:rFonts w:ascii="RB Rational Neue Light" w:hAnsi="RB Rational Neue Light" w:cs="Open Sans"/>
          <w:color w:val="000000" w:themeColor="text1"/>
          <w:sz w:val="18"/>
          <w:szCs w:val="18"/>
          <w:lang w:val="en-US"/>
        </w:rPr>
        <w:t>Andrew Fuchs, Tenor</w:t>
      </w:r>
    </w:p>
    <w:p w14:paraId="3A8621E3" w14:textId="77777777" w:rsidR="00AF13BA" w:rsidRPr="00D131BD" w:rsidRDefault="00AF13BA" w:rsidP="00AF13BA">
      <w:pPr>
        <w:tabs>
          <w:tab w:val="left" w:pos="3969"/>
          <w:tab w:val="left" w:pos="4536"/>
        </w:tabs>
        <w:spacing w:line="276" w:lineRule="auto"/>
        <w:rPr>
          <w:rFonts w:ascii="RB Rational Neue Light" w:hAnsi="RB Rational Neue Light" w:cs="Open Sans"/>
          <w:color w:val="000000" w:themeColor="text1"/>
          <w:sz w:val="18"/>
          <w:szCs w:val="18"/>
          <w:lang w:val="en-US"/>
        </w:rPr>
      </w:pPr>
      <w:r w:rsidRPr="00CA09D1">
        <w:rPr>
          <w:rFonts w:ascii="RB Rational Neue Light" w:hAnsi="RB Rational Neue Light" w:cs="Open Sans"/>
          <w:color w:val="000000" w:themeColor="text1"/>
          <w:sz w:val="18"/>
          <w:szCs w:val="18"/>
          <w:lang w:val="en-US"/>
        </w:rPr>
        <w:t>Craig Phillips, Bassbariton</w:t>
      </w:r>
    </w:p>
    <w:p w14:paraId="35163F01" w14:textId="77777777" w:rsidR="00AF13BA" w:rsidRDefault="00AF13BA" w:rsidP="0070662D">
      <w:pPr>
        <w:tabs>
          <w:tab w:val="left" w:pos="3969"/>
          <w:tab w:val="left" w:pos="4536"/>
        </w:tabs>
        <w:spacing w:line="276" w:lineRule="auto"/>
        <w:rPr>
          <w:rFonts w:ascii="RB Vitruv Display" w:hAnsi="RB Vitruv Display" w:cs="Open Sans"/>
          <w:color w:val="000000" w:themeColor="text1"/>
          <w:sz w:val="28"/>
          <w:szCs w:val="28"/>
          <w:lang w:val="en-US"/>
        </w:rPr>
      </w:pPr>
    </w:p>
    <w:p w14:paraId="762A51B1" w14:textId="77777777" w:rsidR="00AF13BA" w:rsidRPr="00D131BD" w:rsidRDefault="00AF13BA" w:rsidP="0070662D">
      <w:pPr>
        <w:tabs>
          <w:tab w:val="left" w:pos="3969"/>
          <w:tab w:val="left" w:pos="4536"/>
        </w:tabs>
        <w:spacing w:line="276" w:lineRule="auto"/>
        <w:rPr>
          <w:rFonts w:ascii="RB Vitruv Display" w:hAnsi="RB Vitruv Display" w:cs="Open Sans"/>
          <w:color w:val="000000" w:themeColor="text1"/>
          <w:sz w:val="28"/>
          <w:szCs w:val="28"/>
          <w:lang w:val="en-US"/>
        </w:rPr>
      </w:pPr>
    </w:p>
    <w:p w14:paraId="32D37BBD" w14:textId="77777777"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12"/>
      <w:footerReference w:type="default" r:id="rId13"/>
      <w:headerReference w:type="first" r:id="rId14"/>
      <w:footerReference w:type="first" r:id="rId15"/>
      <w:pgSz w:w="11907" w:h="16840" w:code="9"/>
      <w:pgMar w:top="1417" w:right="1417" w:bottom="1134" w:left="1417" w:header="720" w:footer="414" w:gutter="0"/>
      <w:pgNumType w:fmt="numberInDash" w:start="2"/>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ate Herbert" w:date="2025-12-18T09:51:00Z" w:initials="BH">
    <w:p w14:paraId="35609416" w14:textId="3FE8E899" w:rsidR="003B26A7" w:rsidRDefault="003B26A7">
      <w:pPr>
        <w:pStyle w:val="Kommentartext"/>
      </w:pPr>
      <w:r>
        <w:rPr>
          <w:rStyle w:val="Kommentarzeichen"/>
        </w:rPr>
        <w:annotationRef/>
      </w:r>
      <w:r>
        <w:t xml:space="preserve">Den Satz finde ich eigentlich super blöd. „Alle bis auf acht“ hört sich komisch an, weil es ja nicht alle sind und auch nicht fast alle und „bis 2025“ ist irgendwie auch unelegant. Man kann den Satz natürlich umformulieren, aber ich würde ihn weglassen.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6094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2F509D2" w16cex:dateUtc="2025-12-18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09416" w16cid:durableId="12F509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C422E" w14:textId="77777777" w:rsidR="00DB2E16" w:rsidRDefault="00DB2E16">
      <w:r>
        <w:separator/>
      </w:r>
    </w:p>
  </w:endnote>
  <w:endnote w:type="continuationSeparator" w:id="0">
    <w:p w14:paraId="55842E84" w14:textId="77777777" w:rsidR="00DB2E16" w:rsidRDefault="00DB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F53F" w14:textId="77777777"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506924FD"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005C8"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1E5A8993"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B212688" wp14:editId="41D01ED3">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683B626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14:paraId="493A52B8"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5D84461E"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14:paraId="3682CE9B"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14:paraId="533CE4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2208EC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1612AA96"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6526EFBE"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21C82F28"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17C5D0EC"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1AECBAD7"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14:paraId="06C87A1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14:paraId="53FF74E1" w14:textId="77777777" w:rsidR="00361B1A" w:rsidRPr="00BA042B" w:rsidRDefault="00361B1A" w:rsidP="00184567">
                          <w:pPr>
                            <w:tabs>
                              <w:tab w:val="left" w:pos="142"/>
                            </w:tabs>
                            <w:rPr>
                              <w:color w:val="000000" w:themeColor="text1"/>
                              <w:sz w:val="12"/>
                              <w:szCs w:val="12"/>
                              <w:vertAlign w:val="subscript"/>
                            </w:rPr>
                          </w:pPr>
                        </w:p>
                        <w:p w14:paraId="0A33B701" w14:textId="77777777" w:rsidR="00361B1A" w:rsidRPr="00BA042B" w:rsidRDefault="00361B1A" w:rsidP="00184567">
                          <w:pPr>
                            <w:tabs>
                              <w:tab w:val="left" w:pos="142"/>
                            </w:tabs>
                            <w:rPr>
                              <w:sz w:val="12"/>
                              <w:szCs w:val="12"/>
                              <w:vertAlign w:val="subscript"/>
                            </w:rPr>
                          </w:pPr>
                        </w:p>
                        <w:p w14:paraId="7D005DFA"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DA544" w14:textId="77777777" w:rsidR="00DB2E16" w:rsidRDefault="00DB2E16">
      <w:r>
        <w:separator/>
      </w:r>
    </w:p>
  </w:footnote>
  <w:footnote w:type="continuationSeparator" w:id="0">
    <w:p w14:paraId="3D68D211" w14:textId="77777777" w:rsidR="00DB2E16" w:rsidRDefault="00DB2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BECE7"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7E363EEC" wp14:editId="0218CCB7">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449C3E06" w14:textId="77777777" w:rsidR="00A84E09" w:rsidRDefault="00A84E09" w:rsidP="00A84E09">
    <w:pPr>
      <w:pStyle w:val="Kopfzeile"/>
      <w:tabs>
        <w:tab w:val="clear" w:pos="4536"/>
        <w:tab w:val="clear" w:pos="9072"/>
        <w:tab w:val="left" w:pos="0"/>
        <w:tab w:val="center" w:pos="3082"/>
      </w:tabs>
    </w:pPr>
  </w:p>
  <w:p w14:paraId="3904396E" w14:textId="77777777" w:rsidR="00A84E09" w:rsidRDefault="00A84E09" w:rsidP="00A84E09">
    <w:pPr>
      <w:pStyle w:val="Kopfzeile"/>
      <w:tabs>
        <w:tab w:val="clear" w:pos="4536"/>
        <w:tab w:val="clear" w:pos="9072"/>
        <w:tab w:val="left" w:pos="0"/>
        <w:tab w:val="center" w:pos="3082"/>
      </w:tabs>
    </w:pPr>
  </w:p>
  <w:p w14:paraId="721C1536" w14:textId="77777777" w:rsidR="00A84E09" w:rsidRDefault="00A84E09" w:rsidP="00A84E09">
    <w:pPr>
      <w:pStyle w:val="Kopfzeile"/>
      <w:tabs>
        <w:tab w:val="clear" w:pos="4536"/>
        <w:tab w:val="clear" w:pos="9072"/>
        <w:tab w:val="left" w:pos="0"/>
        <w:tab w:val="center" w:pos="3082"/>
      </w:tabs>
    </w:pPr>
  </w:p>
  <w:p w14:paraId="3A66BA2B" w14:textId="77777777" w:rsidR="00A84E09" w:rsidRDefault="00A84E09" w:rsidP="00A84E09">
    <w:pPr>
      <w:pStyle w:val="Kopfzeile"/>
      <w:tabs>
        <w:tab w:val="clear" w:pos="4536"/>
        <w:tab w:val="clear" w:pos="9072"/>
        <w:tab w:val="left" w:pos="0"/>
        <w:tab w:val="center" w:pos="3082"/>
      </w:tabs>
    </w:pPr>
  </w:p>
  <w:p w14:paraId="1200DFB6"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B7A71"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C723391" wp14:editId="1431062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37C6447A" wp14:editId="4C3DD4FF">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e Herbert">
    <w15:presenceInfo w15:providerId="Windows Live" w15:userId="94bbd9e7d5385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BD"/>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35B"/>
    <w:rsid w:val="001405E8"/>
    <w:rsid w:val="00147456"/>
    <w:rsid w:val="00172007"/>
    <w:rsid w:val="00184567"/>
    <w:rsid w:val="001909CD"/>
    <w:rsid w:val="001A47E4"/>
    <w:rsid w:val="001B0F9E"/>
    <w:rsid w:val="001D18F9"/>
    <w:rsid w:val="001D33CC"/>
    <w:rsid w:val="001E06D8"/>
    <w:rsid w:val="0021121D"/>
    <w:rsid w:val="00220857"/>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009D"/>
    <w:rsid w:val="00382476"/>
    <w:rsid w:val="003A53D1"/>
    <w:rsid w:val="003B26A7"/>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1272"/>
    <w:rsid w:val="005D7452"/>
    <w:rsid w:val="005F7358"/>
    <w:rsid w:val="00600362"/>
    <w:rsid w:val="006437ED"/>
    <w:rsid w:val="0065511E"/>
    <w:rsid w:val="0069161E"/>
    <w:rsid w:val="006C58CD"/>
    <w:rsid w:val="006D12AB"/>
    <w:rsid w:val="006E7DFA"/>
    <w:rsid w:val="006F62ED"/>
    <w:rsid w:val="006F757E"/>
    <w:rsid w:val="0070662D"/>
    <w:rsid w:val="00710D7B"/>
    <w:rsid w:val="00724AD2"/>
    <w:rsid w:val="007267D5"/>
    <w:rsid w:val="00760718"/>
    <w:rsid w:val="0076465C"/>
    <w:rsid w:val="00764FC1"/>
    <w:rsid w:val="00774173"/>
    <w:rsid w:val="00785711"/>
    <w:rsid w:val="007B79E9"/>
    <w:rsid w:val="007C0E2F"/>
    <w:rsid w:val="007C366A"/>
    <w:rsid w:val="007E4802"/>
    <w:rsid w:val="007F33CD"/>
    <w:rsid w:val="007F4352"/>
    <w:rsid w:val="0081543D"/>
    <w:rsid w:val="00833F1B"/>
    <w:rsid w:val="00834D52"/>
    <w:rsid w:val="00851270"/>
    <w:rsid w:val="008C236B"/>
    <w:rsid w:val="008C7BFF"/>
    <w:rsid w:val="008D0AE0"/>
    <w:rsid w:val="008D726E"/>
    <w:rsid w:val="008E2789"/>
    <w:rsid w:val="008F044F"/>
    <w:rsid w:val="00904B40"/>
    <w:rsid w:val="00944430"/>
    <w:rsid w:val="00961281"/>
    <w:rsid w:val="00965EF4"/>
    <w:rsid w:val="009811E2"/>
    <w:rsid w:val="00981CDF"/>
    <w:rsid w:val="009A4DC0"/>
    <w:rsid w:val="009C644D"/>
    <w:rsid w:val="00A3529C"/>
    <w:rsid w:val="00A443D8"/>
    <w:rsid w:val="00A56D82"/>
    <w:rsid w:val="00A631CE"/>
    <w:rsid w:val="00A70B70"/>
    <w:rsid w:val="00A8413F"/>
    <w:rsid w:val="00A84E09"/>
    <w:rsid w:val="00A90595"/>
    <w:rsid w:val="00A92C20"/>
    <w:rsid w:val="00AB51BB"/>
    <w:rsid w:val="00AE433C"/>
    <w:rsid w:val="00AF052A"/>
    <w:rsid w:val="00AF07B8"/>
    <w:rsid w:val="00AF13B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56271"/>
    <w:rsid w:val="00C76B86"/>
    <w:rsid w:val="00C93018"/>
    <w:rsid w:val="00C931F9"/>
    <w:rsid w:val="00C966CB"/>
    <w:rsid w:val="00CA09D1"/>
    <w:rsid w:val="00CB7F2B"/>
    <w:rsid w:val="00CE01D4"/>
    <w:rsid w:val="00CE0EA7"/>
    <w:rsid w:val="00D05FEA"/>
    <w:rsid w:val="00D131BD"/>
    <w:rsid w:val="00D358B2"/>
    <w:rsid w:val="00D55766"/>
    <w:rsid w:val="00D615ED"/>
    <w:rsid w:val="00D76814"/>
    <w:rsid w:val="00D96E51"/>
    <w:rsid w:val="00DB26B6"/>
    <w:rsid w:val="00DB2E16"/>
    <w:rsid w:val="00DC351B"/>
    <w:rsid w:val="00DD182D"/>
    <w:rsid w:val="00DE3EDB"/>
    <w:rsid w:val="00DF33EC"/>
    <w:rsid w:val="00DF7C9C"/>
    <w:rsid w:val="00E016EB"/>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D646A3"/>
  <w15:chartTrackingRefBased/>
  <w15:docId w15:val="{E7C33483-7F72-314A-927C-D6E7841F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customStyle="1" w:styleId="Standardschrift">
    <w:name w:val="Standardschrift"/>
    <w:rsid w:val="00D131BD"/>
    <w:rPr>
      <w:rFonts w:cs="Open Sans"/>
      <w:color w:val="555555"/>
      <w:sz w:val="20"/>
      <w:szCs w:val="20"/>
    </w:rPr>
  </w:style>
  <w:style w:type="paragraph" w:customStyle="1" w:styleId="Standardabsatz">
    <w:name w:val="Standardabsatz"/>
    <w:uiPriority w:val="99"/>
    <w:rsid w:val="00D131BD"/>
    <w:pPr>
      <w:autoSpaceDE w:val="0"/>
      <w:autoSpaceDN w:val="0"/>
      <w:adjustRightInd w:val="0"/>
    </w:pPr>
    <w:rPr>
      <w:rFonts w:ascii="Open Sans" w:eastAsia="DengXian" w:hAnsi="Open Sans" w:cs="Open Sans"/>
      <w:color w:val="555555"/>
    </w:rPr>
  </w:style>
  <w:style w:type="character" w:styleId="Hervorhebung">
    <w:name w:val="Emphasis"/>
    <w:basedOn w:val="Absatz-Standardschriftart"/>
    <w:uiPriority w:val="20"/>
    <w:qFormat/>
    <w:rsid w:val="00D131BD"/>
    <w:rPr>
      <w:i/>
      <w:iCs/>
    </w:rPr>
  </w:style>
  <w:style w:type="paragraph" w:styleId="berarbeitung">
    <w:name w:val="Revision"/>
    <w:hidden/>
    <w:uiPriority w:val="99"/>
    <w:semiHidden/>
    <w:rsid w:val="00CA09D1"/>
    <w:rPr>
      <w:rFonts w:ascii="Moderne" w:hAnsi="Moderne"/>
    </w:rPr>
  </w:style>
  <w:style w:type="character" w:styleId="Fett">
    <w:name w:val="Strong"/>
    <w:basedOn w:val="Absatz-Standardschriftart"/>
    <w:uiPriority w:val="22"/>
    <w:qFormat/>
    <w:rsid w:val="00CA09D1"/>
    <w:rPr>
      <w:b/>
      <w:bCs/>
    </w:rPr>
  </w:style>
  <w:style w:type="character" w:styleId="Kommentarzeichen">
    <w:name w:val="annotation reference"/>
    <w:basedOn w:val="Absatz-Standardschriftart"/>
    <w:rsid w:val="003B26A7"/>
    <w:rPr>
      <w:sz w:val="16"/>
      <w:szCs w:val="16"/>
    </w:rPr>
  </w:style>
  <w:style w:type="paragraph" w:styleId="Kommentartext">
    <w:name w:val="annotation text"/>
    <w:basedOn w:val="Standard"/>
    <w:link w:val="KommentartextZchn"/>
    <w:rsid w:val="003B26A7"/>
  </w:style>
  <w:style w:type="character" w:customStyle="1" w:styleId="KommentartextZchn">
    <w:name w:val="Kommentartext Zchn"/>
    <w:basedOn w:val="Absatz-Standardschriftart"/>
    <w:link w:val="Kommentartext"/>
    <w:rsid w:val="003B26A7"/>
    <w:rPr>
      <w:rFonts w:ascii="Moderne" w:hAnsi="Moderne"/>
    </w:rPr>
  </w:style>
  <w:style w:type="paragraph" w:styleId="Kommentarthema">
    <w:name w:val="annotation subject"/>
    <w:basedOn w:val="Kommentartext"/>
    <w:next w:val="Kommentartext"/>
    <w:link w:val="KommentarthemaZchn"/>
    <w:rsid w:val="003B26A7"/>
    <w:rPr>
      <w:b/>
      <w:bCs/>
    </w:rPr>
  </w:style>
  <w:style w:type="character" w:customStyle="1" w:styleId="KommentarthemaZchn">
    <w:name w:val="Kommentarthema Zchn"/>
    <w:basedOn w:val="KommentartextZchn"/>
    <w:link w:val="Kommentarthema"/>
    <w:rsid w:val="003B26A7"/>
    <w:rPr>
      <w:rFonts w:ascii="Moderne" w:hAnsi="Modern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4</Pages>
  <Words>1083</Words>
  <Characters>6826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7894</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8</cp:revision>
  <cp:lastPrinted>2024-08-08T10:06:00Z</cp:lastPrinted>
  <dcterms:created xsi:type="dcterms:W3CDTF">2025-11-27T14:31:00Z</dcterms:created>
  <dcterms:modified xsi:type="dcterms:W3CDTF">2025-12-19T13:02:00Z</dcterms:modified>
</cp:coreProperties>
</file>